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4CB" w:rsidRPr="008B6FBC" w:rsidRDefault="00CB44CB" w:rsidP="00041D1F">
      <w:pPr>
        <w:jc w:val="center"/>
        <w:rPr>
          <w:sz w:val="24"/>
          <w:szCs w:val="24"/>
        </w:rPr>
      </w:pPr>
      <w:r w:rsidRPr="008B6FBC">
        <w:rPr>
          <w:sz w:val="24"/>
          <w:szCs w:val="24"/>
        </w:rPr>
        <w:t>Программа соревнований</w:t>
      </w:r>
    </w:p>
    <w:p w:rsidR="00CB44CB" w:rsidRPr="008B6FBC" w:rsidRDefault="00CB44CB" w:rsidP="00041D1F">
      <w:pPr>
        <w:jc w:val="center"/>
        <w:rPr>
          <w:sz w:val="24"/>
          <w:szCs w:val="24"/>
        </w:rPr>
      </w:pPr>
      <w:r w:rsidRPr="008B6FBC">
        <w:rPr>
          <w:sz w:val="24"/>
          <w:szCs w:val="24"/>
        </w:rPr>
        <w:t>2 апреля 2011г.</w:t>
      </w:r>
    </w:p>
    <w:p w:rsidR="00CB44CB" w:rsidRPr="008B6FBC" w:rsidRDefault="00CB44CB" w:rsidP="00041D1F">
      <w:pPr>
        <w:rPr>
          <w:sz w:val="24"/>
          <w:szCs w:val="24"/>
        </w:rPr>
      </w:pPr>
    </w:p>
    <w:p w:rsidR="00CB44CB" w:rsidRPr="008B6FBC" w:rsidRDefault="00CB44CB" w:rsidP="00041D1F">
      <w:pPr>
        <w:rPr>
          <w:sz w:val="24"/>
          <w:szCs w:val="24"/>
        </w:rPr>
      </w:pPr>
      <w:r w:rsidRPr="008B6FBC">
        <w:rPr>
          <w:sz w:val="24"/>
          <w:szCs w:val="24"/>
        </w:rPr>
        <w:t>09</w:t>
      </w:r>
      <w:r w:rsidRPr="008B6FBC">
        <w:rPr>
          <w:sz w:val="24"/>
          <w:szCs w:val="24"/>
          <w:vertAlign w:val="superscript"/>
        </w:rPr>
        <w:t>30</w:t>
      </w:r>
      <w:r w:rsidRPr="008B6FBC">
        <w:rPr>
          <w:sz w:val="24"/>
          <w:szCs w:val="24"/>
        </w:rPr>
        <w:t xml:space="preserve"> – Одиночные игры юношей 2001 г.р. и моложе до ½ финала</w:t>
      </w:r>
    </w:p>
    <w:p w:rsidR="00CB44CB" w:rsidRPr="008B6FBC" w:rsidRDefault="00CB44CB" w:rsidP="00041D1F">
      <w:pPr>
        <w:rPr>
          <w:sz w:val="24"/>
          <w:szCs w:val="24"/>
        </w:rPr>
      </w:pPr>
      <w:r w:rsidRPr="008B6FBC">
        <w:rPr>
          <w:sz w:val="24"/>
          <w:szCs w:val="24"/>
        </w:rPr>
        <w:t>11</w:t>
      </w:r>
      <w:r w:rsidRPr="008B6FBC">
        <w:rPr>
          <w:sz w:val="24"/>
          <w:szCs w:val="24"/>
          <w:vertAlign w:val="superscript"/>
        </w:rPr>
        <w:t>30</w:t>
      </w:r>
      <w:r w:rsidRPr="008B6FBC">
        <w:rPr>
          <w:sz w:val="24"/>
          <w:szCs w:val="24"/>
        </w:rPr>
        <w:t xml:space="preserve"> - Одиночные игры девушек 2001 г.р. и моложе до ½ финала</w:t>
      </w:r>
    </w:p>
    <w:p w:rsidR="00CB44CB" w:rsidRPr="008B6FBC" w:rsidRDefault="00CB44CB" w:rsidP="00041D1F">
      <w:pPr>
        <w:rPr>
          <w:sz w:val="24"/>
          <w:szCs w:val="24"/>
        </w:rPr>
      </w:pPr>
      <w:r w:rsidRPr="008B6FBC">
        <w:rPr>
          <w:sz w:val="24"/>
          <w:szCs w:val="24"/>
        </w:rPr>
        <w:t>13</w:t>
      </w:r>
      <w:r w:rsidRPr="008B6FBC">
        <w:rPr>
          <w:sz w:val="24"/>
          <w:szCs w:val="24"/>
          <w:vertAlign w:val="superscript"/>
        </w:rPr>
        <w:t>30</w:t>
      </w:r>
      <w:r w:rsidRPr="008B6FBC">
        <w:rPr>
          <w:sz w:val="24"/>
          <w:szCs w:val="24"/>
        </w:rPr>
        <w:t xml:space="preserve"> - Одиночные игры юношей 1999 - 2000 г.р.  до ½ финала</w:t>
      </w:r>
    </w:p>
    <w:p w:rsidR="00CB44CB" w:rsidRPr="008B6FBC" w:rsidRDefault="00CB44CB" w:rsidP="00041D1F">
      <w:pPr>
        <w:rPr>
          <w:sz w:val="24"/>
          <w:szCs w:val="24"/>
        </w:rPr>
      </w:pPr>
      <w:r w:rsidRPr="008B6FBC">
        <w:rPr>
          <w:sz w:val="24"/>
          <w:szCs w:val="24"/>
        </w:rPr>
        <w:t>14</w:t>
      </w:r>
      <w:r w:rsidRPr="008B6FBC">
        <w:rPr>
          <w:sz w:val="24"/>
          <w:szCs w:val="24"/>
          <w:vertAlign w:val="superscript"/>
        </w:rPr>
        <w:t>00</w:t>
      </w:r>
      <w:r w:rsidRPr="008B6FBC">
        <w:rPr>
          <w:sz w:val="24"/>
          <w:szCs w:val="24"/>
        </w:rPr>
        <w:t xml:space="preserve"> – Торжественное открытие соревнований</w:t>
      </w:r>
    </w:p>
    <w:p w:rsidR="00CB44CB" w:rsidRPr="008B6FBC" w:rsidRDefault="00CB44CB" w:rsidP="00041D1F">
      <w:pPr>
        <w:rPr>
          <w:sz w:val="24"/>
          <w:szCs w:val="24"/>
        </w:rPr>
      </w:pPr>
      <w:r w:rsidRPr="008B6FBC">
        <w:rPr>
          <w:sz w:val="24"/>
          <w:szCs w:val="24"/>
        </w:rPr>
        <w:t>14</w:t>
      </w:r>
      <w:r w:rsidRPr="008B6FBC">
        <w:rPr>
          <w:sz w:val="24"/>
          <w:szCs w:val="24"/>
          <w:vertAlign w:val="superscript"/>
        </w:rPr>
        <w:t>30</w:t>
      </w:r>
      <w:r w:rsidRPr="008B6FBC">
        <w:rPr>
          <w:sz w:val="24"/>
          <w:szCs w:val="24"/>
        </w:rPr>
        <w:t xml:space="preserve"> – Продолжение одиночных игр юношей 1999 - 2000 г.р. </w:t>
      </w:r>
    </w:p>
    <w:p w:rsidR="00CB44CB" w:rsidRPr="008B6FBC" w:rsidRDefault="00CB44CB" w:rsidP="00041D1F">
      <w:pPr>
        <w:rPr>
          <w:sz w:val="24"/>
          <w:szCs w:val="24"/>
        </w:rPr>
      </w:pPr>
      <w:r w:rsidRPr="008B6FBC">
        <w:rPr>
          <w:sz w:val="24"/>
          <w:szCs w:val="24"/>
        </w:rPr>
        <w:t>16</w:t>
      </w:r>
      <w:r w:rsidRPr="008B6FBC">
        <w:rPr>
          <w:sz w:val="24"/>
          <w:szCs w:val="24"/>
          <w:vertAlign w:val="superscript"/>
        </w:rPr>
        <w:t>30</w:t>
      </w:r>
      <w:r w:rsidRPr="008B6FBC">
        <w:rPr>
          <w:sz w:val="24"/>
          <w:szCs w:val="24"/>
        </w:rPr>
        <w:t xml:space="preserve"> - Одиночные игры девушек  1999 - 2000 г.р.  до ½ финала</w:t>
      </w:r>
    </w:p>
    <w:p w:rsidR="00CB44CB" w:rsidRPr="008B6FBC" w:rsidRDefault="00CB44CB" w:rsidP="00041D1F">
      <w:pPr>
        <w:rPr>
          <w:sz w:val="24"/>
          <w:szCs w:val="24"/>
        </w:rPr>
      </w:pPr>
      <w:r w:rsidRPr="008B6FBC">
        <w:rPr>
          <w:sz w:val="24"/>
          <w:szCs w:val="24"/>
        </w:rPr>
        <w:t>18</w:t>
      </w:r>
      <w:r w:rsidRPr="008B6FBC">
        <w:rPr>
          <w:sz w:val="24"/>
          <w:szCs w:val="24"/>
          <w:vertAlign w:val="superscript"/>
        </w:rPr>
        <w:t>30</w:t>
      </w:r>
      <w:r w:rsidRPr="008B6FBC">
        <w:rPr>
          <w:sz w:val="24"/>
          <w:szCs w:val="24"/>
        </w:rPr>
        <w:t xml:space="preserve"> – смешанная парная категория во всех возрастах до финалов</w:t>
      </w:r>
    </w:p>
    <w:p w:rsidR="00CB44CB" w:rsidRPr="008B6FBC" w:rsidRDefault="00CB44CB" w:rsidP="00041D1F">
      <w:pPr>
        <w:rPr>
          <w:sz w:val="24"/>
          <w:szCs w:val="24"/>
        </w:rPr>
      </w:pPr>
    </w:p>
    <w:p w:rsidR="00CB44CB" w:rsidRPr="008B6FBC" w:rsidRDefault="00CB44CB" w:rsidP="00041D1F">
      <w:pPr>
        <w:jc w:val="center"/>
        <w:rPr>
          <w:sz w:val="24"/>
          <w:szCs w:val="24"/>
        </w:rPr>
      </w:pPr>
      <w:r w:rsidRPr="008B6FBC">
        <w:rPr>
          <w:sz w:val="24"/>
          <w:szCs w:val="24"/>
        </w:rPr>
        <w:t>3 апреля 2011г.</w:t>
      </w:r>
    </w:p>
    <w:p w:rsidR="00CB44CB" w:rsidRPr="008B6FBC" w:rsidRDefault="00CB44CB" w:rsidP="00041D1F">
      <w:pPr>
        <w:rPr>
          <w:sz w:val="24"/>
          <w:szCs w:val="24"/>
        </w:rPr>
      </w:pPr>
      <w:r w:rsidRPr="008B6FBC">
        <w:rPr>
          <w:sz w:val="24"/>
          <w:szCs w:val="24"/>
        </w:rPr>
        <w:t>09</w:t>
      </w:r>
      <w:r w:rsidRPr="008B6FBC">
        <w:rPr>
          <w:sz w:val="24"/>
          <w:szCs w:val="24"/>
          <w:vertAlign w:val="superscript"/>
        </w:rPr>
        <w:t>00</w:t>
      </w:r>
      <w:r w:rsidRPr="008B6FBC">
        <w:rPr>
          <w:sz w:val="24"/>
          <w:szCs w:val="24"/>
        </w:rPr>
        <w:t xml:space="preserve"> -  09</w:t>
      </w:r>
      <w:r w:rsidRPr="008B6FBC">
        <w:rPr>
          <w:sz w:val="24"/>
          <w:szCs w:val="24"/>
          <w:vertAlign w:val="superscript"/>
        </w:rPr>
        <w:t xml:space="preserve">30 -  </w:t>
      </w:r>
      <w:r w:rsidRPr="008B6FBC">
        <w:rPr>
          <w:sz w:val="24"/>
          <w:szCs w:val="24"/>
        </w:rPr>
        <w:t>Полуфинальные игры в одиночной категории среди юношей и девушек</w:t>
      </w:r>
    </w:p>
    <w:p w:rsidR="00CB44CB" w:rsidRPr="008B6FBC" w:rsidRDefault="00CB44CB" w:rsidP="00041D1F">
      <w:pPr>
        <w:rPr>
          <w:sz w:val="24"/>
          <w:szCs w:val="24"/>
        </w:rPr>
      </w:pPr>
      <w:r w:rsidRPr="008B6FBC">
        <w:rPr>
          <w:sz w:val="24"/>
          <w:szCs w:val="24"/>
        </w:rPr>
        <w:t>09</w:t>
      </w:r>
      <w:r w:rsidRPr="008B6FBC">
        <w:rPr>
          <w:sz w:val="24"/>
          <w:szCs w:val="24"/>
          <w:vertAlign w:val="superscript"/>
        </w:rPr>
        <w:t>30</w:t>
      </w:r>
      <w:r w:rsidRPr="008B6FBC">
        <w:rPr>
          <w:sz w:val="24"/>
          <w:szCs w:val="24"/>
        </w:rPr>
        <w:t xml:space="preserve"> – Парные игры среди юношей и девушек 2001 г.р. и моложе до ½ финала</w:t>
      </w:r>
    </w:p>
    <w:p w:rsidR="00CB44CB" w:rsidRPr="008B6FBC" w:rsidRDefault="00CB44CB" w:rsidP="008B6FBC">
      <w:pPr>
        <w:rPr>
          <w:sz w:val="24"/>
          <w:szCs w:val="24"/>
        </w:rPr>
      </w:pPr>
      <w:r w:rsidRPr="008B6FBC">
        <w:rPr>
          <w:sz w:val="24"/>
          <w:szCs w:val="24"/>
        </w:rPr>
        <w:t>12</w:t>
      </w:r>
      <w:r w:rsidRPr="008B6FBC">
        <w:rPr>
          <w:sz w:val="24"/>
          <w:szCs w:val="24"/>
          <w:vertAlign w:val="superscript"/>
        </w:rPr>
        <w:t>00</w:t>
      </w:r>
      <w:r w:rsidRPr="008B6FBC">
        <w:rPr>
          <w:sz w:val="24"/>
          <w:szCs w:val="24"/>
        </w:rPr>
        <w:t xml:space="preserve"> – Парные игры среди юношей и девушек 1999 - 2000 г.р. и моложе до ½ финала</w:t>
      </w:r>
    </w:p>
    <w:p w:rsidR="00CB44CB" w:rsidRPr="008B6FBC" w:rsidRDefault="00CB44CB" w:rsidP="008B6FBC">
      <w:pPr>
        <w:rPr>
          <w:sz w:val="24"/>
          <w:szCs w:val="24"/>
        </w:rPr>
      </w:pPr>
      <w:r w:rsidRPr="008B6FBC">
        <w:rPr>
          <w:sz w:val="24"/>
          <w:szCs w:val="24"/>
        </w:rPr>
        <w:t>15</w:t>
      </w:r>
      <w:r w:rsidRPr="008B6FBC">
        <w:rPr>
          <w:sz w:val="24"/>
          <w:szCs w:val="24"/>
          <w:vertAlign w:val="superscript"/>
        </w:rPr>
        <w:t>00</w:t>
      </w:r>
      <w:r w:rsidRPr="008B6FBC">
        <w:rPr>
          <w:sz w:val="24"/>
          <w:szCs w:val="24"/>
        </w:rPr>
        <w:t xml:space="preserve"> – Финальные игры</w:t>
      </w:r>
    </w:p>
    <w:p w:rsidR="00CB44CB" w:rsidRPr="008B6FBC" w:rsidRDefault="00CB44CB" w:rsidP="008B6FBC">
      <w:pPr>
        <w:rPr>
          <w:sz w:val="24"/>
          <w:szCs w:val="24"/>
        </w:rPr>
      </w:pPr>
      <w:r w:rsidRPr="008B6FBC">
        <w:rPr>
          <w:sz w:val="24"/>
          <w:szCs w:val="24"/>
        </w:rPr>
        <w:t>16</w:t>
      </w:r>
      <w:r w:rsidRPr="008B6FBC">
        <w:rPr>
          <w:sz w:val="24"/>
          <w:szCs w:val="24"/>
          <w:vertAlign w:val="superscript"/>
        </w:rPr>
        <w:t>30</w:t>
      </w:r>
      <w:r w:rsidRPr="008B6FBC">
        <w:rPr>
          <w:sz w:val="24"/>
          <w:szCs w:val="24"/>
        </w:rPr>
        <w:t xml:space="preserve"> – Награждение участников соревнований</w:t>
      </w:r>
    </w:p>
    <w:p w:rsidR="00CB44CB" w:rsidRDefault="00CB44CB" w:rsidP="008B6FBC"/>
    <w:p w:rsidR="00CB44CB" w:rsidRDefault="00CB44CB" w:rsidP="008B6FBC"/>
    <w:p w:rsidR="00CB44CB" w:rsidRPr="008B6FBC" w:rsidRDefault="00CB44CB" w:rsidP="00041D1F"/>
    <w:p w:rsidR="00CB44CB" w:rsidRPr="00041D1F" w:rsidRDefault="00CB44CB" w:rsidP="00041D1F"/>
    <w:p w:rsidR="00CB44CB" w:rsidRPr="00041D1F" w:rsidRDefault="00CB44CB" w:rsidP="00041D1F"/>
    <w:p w:rsidR="00CB44CB" w:rsidRPr="00041D1F" w:rsidRDefault="00CB44CB" w:rsidP="00041D1F"/>
    <w:p w:rsidR="00CB44CB" w:rsidRPr="00041D1F" w:rsidRDefault="00CB44CB" w:rsidP="00041D1F"/>
    <w:p w:rsidR="00CB44CB" w:rsidRPr="00041D1F" w:rsidRDefault="00CB44CB" w:rsidP="00041D1F"/>
    <w:p w:rsidR="00CB44CB" w:rsidRPr="00041D1F" w:rsidRDefault="00CB44CB" w:rsidP="00041D1F"/>
    <w:sectPr w:rsidR="00CB44CB" w:rsidRPr="00041D1F" w:rsidSect="00A82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D1F"/>
    <w:rsid w:val="00001B0B"/>
    <w:rsid w:val="00041D1F"/>
    <w:rsid w:val="00780E5B"/>
    <w:rsid w:val="008B6FBC"/>
    <w:rsid w:val="00912016"/>
    <w:rsid w:val="009271BA"/>
    <w:rsid w:val="00A828D7"/>
    <w:rsid w:val="00CB4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8D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114</Words>
  <Characters>655</Characters>
  <Application>Microsoft Office Outlook</Application>
  <DocSecurity>0</DocSecurity>
  <Lines>0</Lines>
  <Paragraphs>0</Paragraphs>
  <ScaleCrop>false</ScaleCrop>
  <Company>Tycoon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соревнований</dc:title>
  <dc:subject/>
  <dc:creator>Ершова</dc:creator>
  <cp:keywords/>
  <dc:description/>
  <cp:lastModifiedBy>BITcomputers</cp:lastModifiedBy>
  <cp:revision>2</cp:revision>
  <cp:lastPrinted>2011-04-02T05:04:00Z</cp:lastPrinted>
  <dcterms:created xsi:type="dcterms:W3CDTF">2011-04-14T21:08:00Z</dcterms:created>
  <dcterms:modified xsi:type="dcterms:W3CDTF">2011-04-14T21:08:00Z</dcterms:modified>
</cp:coreProperties>
</file>